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DA" w:rsidRPr="00D10B9D" w:rsidRDefault="005943DA" w:rsidP="00163AF4">
      <w:pPr>
        <w:pStyle w:val="BodyText"/>
        <w:ind w:right="1276"/>
        <w:jc w:val="right"/>
        <w:rPr>
          <w:rFonts w:ascii="Calibri" w:hAnsi="Calibri" w:cs="Calibri"/>
        </w:rPr>
      </w:pPr>
      <w:bookmarkStart w:id="0" w:name="_GoBack"/>
      <w:bookmarkEnd w:id="0"/>
      <w:r w:rsidRPr="00D10B9D">
        <w:rPr>
          <w:rFonts w:ascii="Calibri" w:hAnsi="Calibri" w:cs="Calibri"/>
        </w:rPr>
        <w:t>Anexa</w:t>
      </w:r>
      <w:r w:rsidR="000B6659" w:rsidRPr="00D10B9D">
        <w:rPr>
          <w:rFonts w:ascii="Calibri" w:hAnsi="Calibri" w:cs="Calibri"/>
        </w:rPr>
        <w:t xml:space="preserve"> 6</w:t>
      </w:r>
    </w:p>
    <w:p w:rsidR="005943DA" w:rsidRPr="00D10B9D" w:rsidRDefault="005943DA" w:rsidP="00163AF4">
      <w:pPr>
        <w:rPr>
          <w:rFonts w:ascii="Calibri" w:hAnsi="Calibri" w:cs="Calibri"/>
          <w:b/>
        </w:rPr>
      </w:pPr>
    </w:p>
    <w:p w:rsidR="005943DA" w:rsidRPr="00D10B9D" w:rsidRDefault="005943DA" w:rsidP="00163AF4">
      <w:pPr>
        <w:pStyle w:val="BodyText"/>
        <w:ind w:left="2657" w:right="2465" w:hanging="1239"/>
        <w:jc w:val="center"/>
        <w:rPr>
          <w:rFonts w:ascii="Calibri" w:hAnsi="Calibri" w:cs="Calibri"/>
        </w:rPr>
      </w:pPr>
      <w:r w:rsidRPr="00D10B9D">
        <w:rPr>
          <w:rFonts w:ascii="Calibri" w:hAnsi="Calibri" w:cs="Calibri"/>
        </w:rPr>
        <w:t>GRILA</w:t>
      </w:r>
      <w:r w:rsidRPr="00D10B9D">
        <w:rPr>
          <w:rFonts w:ascii="Calibri" w:hAnsi="Calibri" w:cs="Calibri"/>
          <w:spacing w:val="56"/>
        </w:rPr>
        <w:t xml:space="preserve"> </w:t>
      </w:r>
      <w:r w:rsidRPr="00D10B9D">
        <w:rPr>
          <w:rFonts w:ascii="Calibri" w:hAnsi="Calibri" w:cs="Calibri"/>
        </w:rPr>
        <w:t>DE</w:t>
      </w:r>
      <w:r w:rsidRPr="00D10B9D">
        <w:rPr>
          <w:rFonts w:ascii="Calibri" w:hAnsi="Calibri" w:cs="Calibri"/>
          <w:spacing w:val="-3"/>
        </w:rPr>
        <w:t xml:space="preserve"> </w:t>
      </w:r>
      <w:r w:rsidRPr="00D10B9D">
        <w:rPr>
          <w:rFonts w:ascii="Calibri" w:hAnsi="Calibri" w:cs="Calibri"/>
        </w:rPr>
        <w:t>ANALIZĂ</w:t>
      </w:r>
      <w:r w:rsidRPr="00D10B9D">
        <w:rPr>
          <w:rFonts w:ascii="Calibri" w:hAnsi="Calibri" w:cs="Calibri"/>
          <w:spacing w:val="57"/>
        </w:rPr>
        <w:t xml:space="preserve"> </w:t>
      </w:r>
      <w:r w:rsidRPr="00D10B9D">
        <w:rPr>
          <w:rFonts w:ascii="Calibri" w:hAnsi="Calibri" w:cs="Calibri"/>
        </w:rPr>
        <w:t>A</w:t>
      </w:r>
      <w:r w:rsidRPr="00D10B9D">
        <w:rPr>
          <w:rFonts w:ascii="Calibri" w:hAnsi="Calibri" w:cs="Calibri"/>
          <w:spacing w:val="-2"/>
        </w:rPr>
        <w:t xml:space="preserve"> </w:t>
      </w:r>
      <w:r w:rsidRPr="00D10B9D">
        <w:rPr>
          <w:rFonts w:ascii="Calibri" w:hAnsi="Calibri" w:cs="Calibri"/>
        </w:rPr>
        <w:t>CONFORMITATII</w:t>
      </w:r>
      <w:r w:rsidRPr="00D10B9D">
        <w:rPr>
          <w:rFonts w:ascii="Calibri" w:hAnsi="Calibri" w:cs="Calibri"/>
          <w:spacing w:val="58"/>
        </w:rPr>
        <w:t xml:space="preserve"> </w:t>
      </w:r>
      <w:r w:rsidRPr="00D10B9D">
        <w:rPr>
          <w:rFonts w:ascii="Calibri" w:hAnsi="Calibri" w:cs="Calibri"/>
        </w:rPr>
        <w:t>ȘI</w:t>
      </w:r>
      <w:r w:rsidRPr="00D10B9D">
        <w:rPr>
          <w:rFonts w:ascii="Calibri" w:hAnsi="Calibri" w:cs="Calibri"/>
          <w:spacing w:val="-3"/>
        </w:rPr>
        <w:t xml:space="preserve"> </w:t>
      </w:r>
      <w:r w:rsidRPr="00D10B9D">
        <w:rPr>
          <w:rFonts w:ascii="Calibri" w:hAnsi="Calibri" w:cs="Calibri"/>
        </w:rPr>
        <w:t>CALITĂȚII</w:t>
      </w:r>
    </w:p>
    <w:p w:rsidR="005943DA" w:rsidRPr="00D10B9D" w:rsidRDefault="005943DA" w:rsidP="00163AF4">
      <w:pPr>
        <w:pStyle w:val="BodyText"/>
        <w:ind w:left="2657" w:right="3397"/>
        <w:jc w:val="center"/>
        <w:rPr>
          <w:rFonts w:ascii="Calibri" w:hAnsi="Calibri" w:cs="Calibri"/>
        </w:rPr>
      </w:pPr>
      <w:r w:rsidRPr="00D10B9D">
        <w:rPr>
          <w:rFonts w:ascii="Calibri" w:hAnsi="Calibri" w:cs="Calibri"/>
        </w:rPr>
        <w:t>STUDIULUI</w:t>
      </w:r>
      <w:r w:rsidRPr="00D10B9D">
        <w:rPr>
          <w:rFonts w:ascii="Calibri" w:hAnsi="Calibri" w:cs="Calibri"/>
          <w:spacing w:val="-5"/>
        </w:rPr>
        <w:t xml:space="preserve"> </w:t>
      </w:r>
      <w:r w:rsidRPr="00D10B9D">
        <w:rPr>
          <w:rFonts w:ascii="Calibri" w:hAnsi="Calibri" w:cs="Calibri"/>
        </w:rPr>
        <w:t>DE</w:t>
      </w:r>
      <w:r w:rsidRPr="00D10B9D">
        <w:rPr>
          <w:rFonts w:ascii="Calibri" w:hAnsi="Calibri" w:cs="Calibri"/>
          <w:spacing w:val="-4"/>
        </w:rPr>
        <w:t xml:space="preserve"> </w:t>
      </w:r>
      <w:r w:rsidRPr="00D10B9D">
        <w:rPr>
          <w:rFonts w:ascii="Calibri" w:hAnsi="Calibri" w:cs="Calibri"/>
        </w:rPr>
        <w:t>FEZABILITATE</w:t>
      </w:r>
    </w:p>
    <w:p w:rsidR="005943DA" w:rsidRPr="00D10B9D" w:rsidRDefault="005943DA" w:rsidP="00163AF4">
      <w:pPr>
        <w:pStyle w:val="BodyText"/>
        <w:ind w:left="397" w:right="1615"/>
        <w:jc w:val="center"/>
        <w:rPr>
          <w:rFonts w:ascii="Calibri" w:hAnsi="Calibri" w:cs="Calibri"/>
        </w:rPr>
      </w:pPr>
      <w:r w:rsidRPr="00D10B9D">
        <w:rPr>
          <w:rFonts w:ascii="Calibri" w:hAnsi="Calibri" w:cs="Calibri"/>
        </w:rPr>
        <w:t xml:space="preserve">pentru </w:t>
      </w:r>
      <w:r w:rsidRPr="00D10B9D">
        <w:rPr>
          <w:rFonts w:ascii="Calibri" w:hAnsi="Calibri" w:cs="Calibri"/>
          <w:u w:val="single"/>
        </w:rPr>
        <w:t>obiective mixte</w:t>
      </w:r>
      <w:r w:rsidRPr="00D10B9D">
        <w:rPr>
          <w:rFonts w:ascii="Calibri" w:hAnsi="Calibri" w:cs="Calibri"/>
        </w:rPr>
        <w:t xml:space="preserve"> de investiție </w:t>
      </w:r>
      <w:r w:rsidRPr="00D10B9D">
        <w:rPr>
          <w:rFonts w:ascii="Calibri" w:hAnsi="Calibri" w:cs="Calibri"/>
          <w:spacing w:val="-58"/>
        </w:rPr>
        <w:t xml:space="preserve">     </w:t>
      </w:r>
      <w:r w:rsidRPr="00D10B9D">
        <w:rPr>
          <w:rFonts w:ascii="Calibri" w:hAnsi="Calibri" w:cs="Calibri"/>
        </w:rPr>
        <w:t>(SF</w:t>
      </w:r>
      <w:r w:rsidRPr="00D10B9D">
        <w:rPr>
          <w:rFonts w:ascii="Calibri" w:hAnsi="Calibri" w:cs="Calibri"/>
          <w:spacing w:val="-4"/>
        </w:rPr>
        <w:t xml:space="preserve"> </w:t>
      </w:r>
      <w:r w:rsidRPr="00D10B9D">
        <w:rPr>
          <w:rFonts w:ascii="Calibri" w:hAnsi="Calibri" w:cs="Calibri"/>
        </w:rPr>
        <w:t>obiectiv</w:t>
      </w:r>
      <w:r w:rsidRPr="00D10B9D">
        <w:rPr>
          <w:rFonts w:ascii="Calibri" w:hAnsi="Calibri" w:cs="Calibri"/>
          <w:spacing w:val="1"/>
        </w:rPr>
        <w:t xml:space="preserve"> </w:t>
      </w:r>
      <w:r w:rsidRPr="00D10B9D">
        <w:rPr>
          <w:rFonts w:ascii="Calibri" w:hAnsi="Calibri" w:cs="Calibri"/>
        </w:rPr>
        <w:t>mixt</w:t>
      </w:r>
      <w:r w:rsidRPr="00D10B9D">
        <w:rPr>
          <w:rFonts w:ascii="Calibri" w:hAnsi="Calibri" w:cs="Calibri"/>
          <w:spacing w:val="1"/>
        </w:rPr>
        <w:t xml:space="preserve"> </w:t>
      </w:r>
      <w:r w:rsidRPr="00D10B9D">
        <w:rPr>
          <w:rFonts w:ascii="Calibri" w:hAnsi="Calibri" w:cs="Calibri"/>
        </w:rPr>
        <w:t>–</w:t>
      </w:r>
      <w:r w:rsidRPr="00D10B9D">
        <w:rPr>
          <w:rFonts w:ascii="Calibri" w:hAnsi="Calibri" w:cs="Calibri"/>
          <w:spacing w:val="-3"/>
        </w:rPr>
        <w:t xml:space="preserve"> </w:t>
      </w:r>
      <w:r w:rsidRPr="00D10B9D">
        <w:rPr>
          <w:rFonts w:ascii="Calibri" w:hAnsi="Calibri" w:cs="Calibri"/>
        </w:rPr>
        <w:t>HG   907/2016)</w:t>
      </w:r>
    </w:p>
    <w:p w:rsidR="005943DA" w:rsidRPr="00D10B9D" w:rsidRDefault="005943DA" w:rsidP="00163AF4">
      <w:pPr>
        <w:pStyle w:val="BodyText"/>
        <w:ind w:left="397" w:right="1615"/>
        <w:jc w:val="center"/>
        <w:rPr>
          <w:rFonts w:ascii="Calibri" w:hAnsi="Calibri" w:cs="Calibri"/>
        </w:rPr>
      </w:pPr>
    </w:p>
    <w:p w:rsidR="00134DEE" w:rsidRPr="00D10B9D" w:rsidRDefault="00134DEE" w:rsidP="00163AF4">
      <w:pPr>
        <w:pStyle w:val="BodyText"/>
        <w:ind w:left="397" w:right="1615"/>
        <w:jc w:val="center"/>
        <w:rPr>
          <w:rFonts w:ascii="Calibri" w:hAnsi="Calibri" w:cs="Calibri"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256"/>
      </w:tblGrid>
      <w:tr w:rsidR="005943DA" w:rsidRPr="00D10B9D" w:rsidTr="004654E0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D10B9D" w:rsidRDefault="005943DA" w:rsidP="004654E0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D10B9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D10B9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F33EB7" w:rsidRPr="00D10B9D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D10B9D" w:rsidRDefault="00F33EB7" w:rsidP="00F33EB7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D10B9D" w:rsidRDefault="00F33EB7" w:rsidP="00F33EB7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7 O REGIUNE CU TURISM SUSTENABIL</w:t>
            </w:r>
          </w:p>
        </w:tc>
      </w:tr>
      <w:tr w:rsidR="00F33EB7" w:rsidRPr="00D10B9D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D10B9D" w:rsidRDefault="00F33EB7" w:rsidP="00F33EB7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D10B9D" w:rsidRDefault="00F33EB7" w:rsidP="00F33EB7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7.1. Dezvoltarea durabilă a comunităților rurale prin punerea în valoare a potențialului lor turistic natural și cultural</w:t>
            </w:r>
          </w:p>
        </w:tc>
      </w:tr>
      <w:tr w:rsidR="00F33EB7" w:rsidRPr="00D10B9D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D10B9D" w:rsidRDefault="00F33EB7" w:rsidP="00F33EB7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Intervenția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D10B9D" w:rsidRDefault="00F33EB7" w:rsidP="00F33EB7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7.1.1  Conservarea, protecția și punerea în valoare a patrimoniului cultural UNESCO și de clasă A</w:t>
            </w:r>
          </w:p>
        </w:tc>
      </w:tr>
      <w:tr w:rsidR="005943DA" w:rsidRPr="00D10B9D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D10B9D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D10B9D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D10B9D" w:rsidTr="004654E0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D10B9D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Nr.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apel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D10B9D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D10B9D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D10B9D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Cod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D10B9D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D10B9D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D10B9D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Nr</w:t>
            </w:r>
            <w:r w:rsidRPr="00D10B9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inregistrare: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D10B9D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D10B9D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D10B9D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D10B9D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943DA" w:rsidRPr="00D10B9D" w:rsidRDefault="005943DA" w:rsidP="00163AF4">
      <w:pPr>
        <w:rPr>
          <w:rFonts w:ascii="Calibri" w:hAnsi="Calibri" w:cs="Calibri"/>
          <w:b/>
        </w:rPr>
      </w:pPr>
    </w:p>
    <w:p w:rsidR="00134DEE" w:rsidRPr="00D10B9D" w:rsidRDefault="00134DEE" w:rsidP="00163AF4">
      <w:pPr>
        <w:rPr>
          <w:rFonts w:ascii="Calibri" w:hAnsi="Calibri" w:cs="Calibri"/>
          <w:b/>
        </w:rPr>
      </w:pPr>
    </w:p>
    <w:tbl>
      <w:tblPr>
        <w:tblW w:w="1059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371"/>
        <w:gridCol w:w="425"/>
        <w:gridCol w:w="567"/>
        <w:gridCol w:w="567"/>
        <w:gridCol w:w="954"/>
      </w:tblGrid>
      <w:tr w:rsidR="00134DEE" w:rsidRPr="00D10B9D" w:rsidTr="004654E0">
        <w:trPr>
          <w:cantSplit/>
          <w:trHeight w:val="605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4654E0">
            <w:pPr>
              <w:pStyle w:val="TableParagraph"/>
              <w:ind w:left="136" w:right="109" w:firstLine="14"/>
              <w:rPr>
                <w:rFonts w:ascii="Calibri" w:hAnsi="Calibri" w:cs="Calibri"/>
                <w:b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D10B9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D10B9D" w:rsidRDefault="00134DEE" w:rsidP="004654E0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D10B9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D10B9D" w:rsidRDefault="00134DEE" w:rsidP="004654E0">
            <w:pPr>
              <w:pStyle w:val="TableParagraph"/>
              <w:ind w:left="110"/>
              <w:rPr>
                <w:rFonts w:ascii="Calibri" w:hAnsi="Calibri" w:cs="Calibri"/>
                <w:b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D10B9D" w:rsidRDefault="00134DEE" w:rsidP="004654E0">
            <w:pPr>
              <w:pStyle w:val="TableParagraph"/>
              <w:ind w:left="110"/>
              <w:rPr>
                <w:rFonts w:ascii="Calibri" w:hAnsi="Calibri" w:cs="Calibri"/>
                <w:b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D10B9D" w:rsidRDefault="00134DEE" w:rsidP="004654E0">
            <w:pPr>
              <w:pStyle w:val="TableParagraph"/>
              <w:ind w:left="135"/>
              <w:rPr>
                <w:rFonts w:ascii="Calibri" w:hAnsi="Calibri" w:cs="Calibri"/>
                <w:b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D10B9D" w:rsidRDefault="006F276B" w:rsidP="004654E0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6D7C41">
              <w:rPr>
                <w:rFonts w:ascii="Calibri" w:hAnsi="Calibri" w:cs="Calibri"/>
                <w:b/>
                <w:szCs w:val="24"/>
              </w:rPr>
              <w:t>Observații</w:t>
            </w:r>
          </w:p>
        </w:tc>
      </w:tr>
      <w:tr w:rsidR="00134DEE" w:rsidRPr="00D10B9D" w:rsidTr="004654E0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D10B9D" w:rsidRDefault="00134DEE" w:rsidP="004654E0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D10B9D" w:rsidRDefault="00134DEE" w:rsidP="004654E0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D10B9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D10B9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D10B9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D10B9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D10B9D" w:rsidTr="004654E0">
        <w:trPr>
          <w:trHeight w:val="27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4654E0">
            <w:pPr>
              <w:pStyle w:val="TableParagraph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sunt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D10B9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HG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34DEE" w:rsidRPr="00D10B9D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:rsidR="00134DEE" w:rsidRPr="00D10B9D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134DEE" w:rsidRPr="00D10B9D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134DEE" w:rsidRPr="00D10B9D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D10B9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134DEE" w:rsidRPr="00D10B9D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D10B9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134DEE" w:rsidRPr="00D10B9D" w:rsidRDefault="00134DEE" w:rsidP="004654E0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Se</w:t>
            </w:r>
            <w:r w:rsidRPr="00D10B9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D10B9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D10B9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D10B9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D10B9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D10B9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si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D10B9D" w:rsidTr="004654E0">
        <w:trPr>
          <w:trHeight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prin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D10B9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D10B9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D10B9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D10B9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D10B9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D10B9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D10B9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care</w:t>
            </w:r>
            <w:r w:rsidRPr="00D10B9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va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cel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18537E" w:rsidRPr="00D10B9D" w:rsidRDefault="00134DEE" w:rsidP="0018537E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left="417" w:hanging="30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nr /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dată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134DEE" w:rsidRPr="00D10B9D" w:rsidRDefault="00134DEE" w:rsidP="0018537E">
            <w:pPr>
              <w:pStyle w:val="TableParagraph"/>
              <w:numPr>
                <w:ilvl w:val="0"/>
                <w:numId w:val="20"/>
              </w:numPr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numele</w:t>
            </w:r>
            <w:r w:rsidRPr="00D10B9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prenumele</w:t>
            </w:r>
            <w:r w:rsidRPr="00D10B9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clar</w:t>
            </w:r>
            <w:r w:rsidRPr="00D10B9D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ale</w:t>
            </w:r>
            <w:r w:rsidRPr="00D10B9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proiectanţilor</w:t>
            </w:r>
            <w:r w:rsidRPr="00D10B9D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pe</w:t>
            </w:r>
            <w:r w:rsidRPr="00D10B9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specialităţi,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ale persoanei responsabile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 proiect</w:t>
            </w:r>
            <w:r w:rsidRPr="00D10B9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D10B9D" w:rsidTr="004654E0">
        <w:trPr>
          <w:trHeight w:val="2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–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respectiv cele din Anexa 4.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Studiu de Fezabilitate</w:t>
            </w:r>
            <w:r w:rsidRPr="00D10B9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? La acestea sunt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adaugate elementele specifice din continutul cadru al DALI prevazut in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5.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Documentaţie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D10B9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D10B9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Intervenţii</w:t>
            </w:r>
            <w:r w:rsidRPr="00D10B9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D10B9D" w:rsidRDefault="00134DEE" w:rsidP="004654E0">
            <w:pPr>
              <w:pStyle w:val="TableParagraph"/>
              <w:ind w:left="108" w:right="9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*1) conform HG 907/2016, continutul cadru al SF si DALI poate fi adaptat, în functie 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D10B9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D10B9D" w:rsidTr="004654E0">
        <w:trPr>
          <w:trHeight w:val="19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C" w:rsidRPr="00D10B9D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Sunt prezentate informații privind situatia existenta si necesitatea realizarii obiectivului/proiectului de investitii, conform precizarilor din capitolul 2, sectiunea A Piese scrise, din cadrul Anexei 4 Studiul de</w:t>
            </w:r>
          </w:p>
          <w:p w:rsidR="00134DEE" w:rsidRPr="00D10B9D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Fezabilitate, la HG 907/2016? La acestea sunt adaugate informatiile relevante referitoare la constructia existenta, conform precizarilor din capitolul 2, sectiunea A Piese scrise, din cadrul Anexei 5 Documentaţie de Avizare a Lucrărilor de Intervenţii,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D10B9D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D10B9D" w:rsidTr="004654E0">
        <w:trPr>
          <w:trHeight w:val="19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D10B9D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D10B9D" w:rsidRDefault="00CE4F1E" w:rsidP="004654E0">
            <w:pPr>
              <w:pStyle w:val="TableParagraph"/>
              <w:ind w:left="108" w:right="9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Sunt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D10B9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HG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907/2016?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completate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cu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relevante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referitoare la constructia existenta, conform precizarilor </w:t>
            </w:r>
            <w:r w:rsidRPr="00D10B9D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 din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capitolele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3,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4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5,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5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Documentatia de avizare a lucrarilor de interventie la HG 907/2016,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CE4F1E" w:rsidRPr="00D10B9D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D10B9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CE4F1E" w:rsidRPr="00D10B9D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D10B9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din</w:t>
            </w:r>
            <w:r w:rsidRPr="00D10B9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D10B9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D10B9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D10B9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D10B9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D10B9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CE4F1E" w:rsidRPr="00D10B9D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D10B9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ale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D10B9D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D10B9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D10B9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D10B9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dupa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D10B9D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D10B9D" w:rsidRDefault="00CE4F1E" w:rsidP="004654E0">
            <w:pPr>
              <w:pStyle w:val="TableParagraph"/>
              <w:ind w:left="108" w:right="94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prefezabilitate, se vor prezenta minimum două scenarii/opţiuni tehnico-economice dintre</w:t>
            </w:r>
            <w:r w:rsidRPr="00D10B9D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D10B9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D10B9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ca fezabile</w:t>
            </w:r>
            <w:r w:rsidRPr="00D10B9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D10B9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 prefezabilitate.</w:t>
            </w:r>
          </w:p>
          <w:p w:rsidR="00CE4F1E" w:rsidRPr="00D10B9D" w:rsidRDefault="00CE4F1E" w:rsidP="004654E0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Sunt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  <w:u w:val="single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CE4F1E" w:rsidRPr="00D10B9D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Descrierea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constructiei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existente,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3,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5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Documentatia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HG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  <w:u w:val="single"/>
              </w:rPr>
              <w:t>printre care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  <w:u w:val="single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CE4F1E" w:rsidRPr="00D10B9D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Informatii referitoare la studiul geotehnic pentru soluţia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 consolidare a infrastructurii conform reglementărilor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vigoare?</w:t>
            </w:r>
          </w:p>
          <w:p w:rsidR="00CE4F1E" w:rsidRPr="00D10B9D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lastRenderedPageBreak/>
              <w:t>Destinaţia</w:t>
            </w:r>
            <w:r w:rsidRPr="00D10B9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D10B9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CE4F1E" w:rsidRPr="00D10B9D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Precizarea daca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construcţia existenta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este inclusă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listele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istorice,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siturilor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arheologice,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ariilor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naturale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protejate,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zonele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protecţie ale acestora şi în zonele construite protejate,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D10B9D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D10B9D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D10B9D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D10B9D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D10B9D" w:rsidTr="0018537E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D10B9D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D10B9D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parametriii</w:t>
            </w:r>
            <w:r w:rsidRPr="00D10B9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specifici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(categoria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importanţă,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cod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lista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monumentelor istorice, după caz, an/ani/perioade 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construire pentru fiecare corp de construcţie; suprafaţa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construită,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suprafaţa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construită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desfăşurată,</w:t>
            </w:r>
            <w:r w:rsidRPr="00D10B9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valoarea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inventar</w:t>
            </w:r>
            <w:r w:rsidRPr="00D10B9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D10B9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alţi</w:t>
            </w:r>
            <w:r w:rsidRPr="00D10B9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parametri,</w:t>
            </w:r>
            <w:r w:rsidRPr="00D10B9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D10B9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 natura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construcţiei existente)?</w:t>
            </w:r>
          </w:p>
          <w:p w:rsidR="00CE4F1E" w:rsidRPr="00D10B9D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stării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baza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concluziilor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expertizei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auditului</w:t>
            </w:r>
            <w:r w:rsidRPr="00D10B9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energetic,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arhitecturalo-istoric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cazul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imobilelor care beneficiază de regimul de protecţie 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monument istoric şi al imobilelor aflate în zonele 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protecţie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istorice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sau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zone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construite protejate?</w:t>
            </w:r>
          </w:p>
          <w:p w:rsidR="00CE4F1E" w:rsidRPr="00D10B9D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Starea tehnică, inclusiv sistemul structural şi analiza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diagnostic, din punctul de vedere al asigurării cerinţelor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CE4F1E" w:rsidRPr="00D10B9D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Actul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al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forţei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majore,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D10B9D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D10B9D">
              <w:rPr>
                <w:rFonts w:ascii="Calibri" w:hAnsi="Calibri" w:cs="Calibri"/>
                <w:b/>
                <w:spacing w:val="2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expertizei</w:t>
            </w:r>
            <w:r w:rsidRPr="00D10B9D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tehnice</w:t>
            </w:r>
            <w:r w:rsidRPr="00D10B9D">
              <w:rPr>
                <w:rFonts w:ascii="Calibri" w:hAnsi="Calibri" w:cs="Calibri"/>
                <w:b/>
                <w:spacing w:val="8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D10B9D">
              <w:rPr>
                <w:rFonts w:ascii="Calibri" w:hAnsi="Calibri" w:cs="Calibri"/>
                <w:b/>
                <w:spacing w:val="81"/>
                <w:sz w:val="24"/>
                <w:szCs w:val="24"/>
              </w:rPr>
              <w:t xml:space="preserve"> </w:t>
            </w:r>
            <w:r w:rsidR="00385DE3" w:rsidRPr="00D10B9D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D10B9D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D10B9D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D10B9D">
              <w:rPr>
                <w:rFonts w:ascii="Calibri" w:hAnsi="Calibri" w:cs="Calibri"/>
                <w:b/>
                <w:spacing w:val="8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="00D251CC" w:rsidRPr="00D10B9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251CC" w:rsidRPr="00D10B9D">
              <w:rPr>
                <w:rFonts w:ascii="Calibri" w:hAnsi="Calibri" w:cs="Calibri"/>
                <w:b/>
                <w:sz w:val="24"/>
                <w:szCs w:val="24"/>
              </w:rPr>
              <w:t xml:space="preserve">energetic, concluziile studiilor de diagnosticare*3), conform precizarilor din cadrul capitolului 4, </w:t>
            </w:r>
            <w:r w:rsidR="00385DE3" w:rsidRPr="00D10B9D">
              <w:rPr>
                <w:rFonts w:ascii="Calibri" w:hAnsi="Calibri" w:cs="Calibri"/>
                <w:b/>
                <w:sz w:val="24"/>
                <w:szCs w:val="24"/>
              </w:rPr>
              <w:t>secțiunea</w:t>
            </w:r>
            <w:r w:rsidR="00D251CC" w:rsidRPr="00D10B9D">
              <w:rPr>
                <w:rFonts w:ascii="Calibri" w:hAnsi="Calibri" w:cs="Calibri"/>
                <w:b/>
                <w:sz w:val="24"/>
                <w:szCs w:val="24"/>
              </w:rPr>
              <w:t xml:space="preserve"> A Piese scrise, din cadrul Anexei 5 </w:t>
            </w:r>
            <w:r w:rsidR="00385DE3" w:rsidRPr="00D10B9D">
              <w:rPr>
                <w:rFonts w:ascii="Calibri" w:hAnsi="Calibri" w:cs="Calibri"/>
                <w:b/>
                <w:sz w:val="24"/>
                <w:szCs w:val="24"/>
              </w:rPr>
              <w:t>Documentația</w:t>
            </w:r>
            <w:r w:rsidR="00D251CC" w:rsidRPr="00D10B9D">
              <w:rPr>
                <w:rFonts w:ascii="Calibri" w:hAnsi="Calibri" w:cs="Calibri"/>
                <w:b/>
                <w:sz w:val="24"/>
                <w:szCs w:val="24"/>
              </w:rPr>
              <w:t xml:space="preserve"> de avizare a lucrarilor de interventie, la HG 907/2016?</w:t>
            </w:r>
          </w:p>
          <w:p w:rsidR="00D251CC" w:rsidRPr="00D10B9D" w:rsidRDefault="00D251CC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Identificarea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scenariilor/opţiunilor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(minimum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două)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analiza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detaliată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acestora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5.1,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5.2,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5.3,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5.4,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sectiunea A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Documentatia 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HG 907/2016, </w:t>
            </w:r>
            <w:r w:rsidRPr="00D10B9D">
              <w:rPr>
                <w:rFonts w:ascii="Calibri" w:hAnsi="Calibri" w:cs="Calibri"/>
                <w:sz w:val="24"/>
                <w:szCs w:val="24"/>
                <w:u w:val="single"/>
              </w:rPr>
              <w:t>printre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  <w:u w:val="single"/>
              </w:rPr>
              <w:t>care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D251CC" w:rsidRPr="00D10B9D" w:rsidRDefault="00D251CC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Descrierea principalelor lucrări de intervenţie pentru: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consolidarea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elementelor,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subansamblurilor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sau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ansamblului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structural,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protejarea,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repararea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elementelor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nestructurale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restaurarea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elementelor arhitecturale şi a componentelor artistice,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protejare/conservare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elementelor naturale şi antropice existente valoroase,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demolarea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parţială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unor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structurale/nestructurale,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cu/fără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modificarea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configuraţiei şi/sau a funcţiunii existente a construcţiei,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lastRenderedPageBreak/>
              <w:t>introducerea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unor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structurale/nestructurale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suplimentare, introducerea de dispozitive antiseismice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reducerea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răspunsului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seismic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D251CC" w:rsidRPr="00D10B9D" w:rsidRDefault="00385DE3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132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 xml:space="preserve">    Descrierea, după caz, şi a altor categorii de lucrări incluse în soluţia tehnică de intervenţie propusă, respectiv hidroizolaţii, termoizolaţii, repararea/înlocuirea instalaţiilor/echipamentelor aferente</w:t>
            </w:r>
            <w:r w:rsidRPr="00D10B9D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D10B9D">
              <w:rPr>
                <w:rFonts w:ascii="Calibri" w:hAnsi="Calibri" w:cs="Calibri"/>
                <w:sz w:val="24"/>
                <w:szCs w:val="24"/>
              </w:rPr>
              <w:tab/>
              <w:t>demontări/montări, debranşări / branşări, finisaje la interior/exterior, după caz, îmbunătăţirea terenului de fundare, precum şi lucrări strict necesare pentru asigurarea funcţionalităţii construcţiei reabilitate?</w:t>
            </w:r>
          </w:p>
          <w:p w:rsidR="005F26B9" w:rsidRPr="00D10B9D" w:rsidRDefault="005F26B9" w:rsidP="004654E0">
            <w:pPr>
              <w:pStyle w:val="TableParagraph"/>
              <w:tabs>
                <w:tab w:val="left" w:pos="1132"/>
              </w:tabs>
              <w:ind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*3) studiile de diagnosticare pot fi: studii de identificare a alcătuirilor constructive ce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D10B9D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monumente de for public, situri arheologice, analiza compatibilităţii conformării spaţiale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 clădirii existente cu normele specifice funcţiunii şi a măsurii în care aceasta răspunde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D10B9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D10B9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prin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D10B9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D10B9D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D10B9D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D10B9D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D10B9D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ind w:left="140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 propuse, conform precizarilor din capitolul 4, sectiunea A Piese scrise, din cadrul Anexei 4 Studiul de Fezabilitate, la HG 907/2016? La acestea sunt adaugate informatiile aplicabile din capitolele 5.5 si 5.6, sectiunea A Piese scrise, din cadrul Anexei 5 Documentatia de avizare a lucrarilor de interventie,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Este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D10B9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 xml:space="preserve">scrise,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 xml:space="preserve">Studiul de Fezabilitate,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 HG 907/2016? La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acestea sunt adaugate informatiile </w:t>
            </w:r>
            <w:r w:rsidRPr="00D10B9D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 din capitolul 6, sectiunea A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Documentatia de avizare a lucrarilor de</w:t>
            </w:r>
            <w:r w:rsidRPr="00D10B9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HG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907/2016)?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suppressAutoHyphens/>
              <w:ind w:left="108" w:right="95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D10B9D">
              <w:rPr>
                <w:rFonts w:ascii="Calibri" w:eastAsia="Calibri" w:hAnsi="Calibri" w:cs="Calibri"/>
              </w:rPr>
              <w:t xml:space="preserve">Există şi se respectă structura capitolului: </w:t>
            </w:r>
            <w:r w:rsidRPr="00D10B9D">
              <w:rPr>
                <w:rFonts w:ascii="Calibri" w:eastAsia="Calibri" w:hAnsi="Calibri" w:cs="Calibri"/>
                <w:b/>
              </w:rPr>
              <w:t>Urbanism, acorduri si avize</w:t>
            </w:r>
            <w:r w:rsidRPr="00D10B9D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D10B9D">
              <w:rPr>
                <w:rFonts w:ascii="Calibri" w:eastAsia="Calibri" w:hAnsi="Calibri" w:cs="Calibri"/>
                <w:b/>
              </w:rPr>
              <w:t>conforme</w:t>
            </w:r>
            <w:r w:rsidRPr="00D10B9D">
              <w:rPr>
                <w:rFonts w:ascii="Calibri" w:eastAsia="Calibri" w:hAnsi="Calibri" w:cs="Calibri"/>
              </w:rPr>
              <w:t xml:space="preserve">, conform precizarilor din capitolul 6, sectiunea A </w:t>
            </w:r>
            <w:r w:rsidRPr="00D10B9D">
              <w:rPr>
                <w:rFonts w:ascii="Calibri" w:eastAsia="Calibri" w:hAnsi="Calibri" w:cs="Calibri"/>
                <w:i/>
              </w:rPr>
              <w:t>Piese scrise,</w:t>
            </w:r>
            <w:r w:rsidRPr="00D10B9D">
              <w:rPr>
                <w:rFonts w:ascii="Calibri" w:eastAsia="Calibri" w:hAnsi="Calibri" w:cs="Calibri"/>
                <w:i/>
                <w:spacing w:val="-58"/>
              </w:rPr>
              <w:t xml:space="preserve"> </w:t>
            </w:r>
            <w:r w:rsidRPr="00D10B9D">
              <w:rPr>
                <w:rFonts w:ascii="Calibri" w:eastAsia="Calibri" w:hAnsi="Calibri" w:cs="Calibri"/>
              </w:rPr>
              <w:t>din</w:t>
            </w:r>
            <w:r w:rsidRPr="00D10B9D">
              <w:rPr>
                <w:rFonts w:ascii="Calibri" w:eastAsia="Calibri" w:hAnsi="Calibri" w:cs="Calibri"/>
                <w:spacing w:val="17"/>
              </w:rPr>
              <w:t xml:space="preserve"> </w:t>
            </w:r>
            <w:r w:rsidRPr="00D10B9D">
              <w:rPr>
                <w:rFonts w:ascii="Calibri" w:eastAsia="Calibri" w:hAnsi="Calibri" w:cs="Calibri"/>
              </w:rPr>
              <w:t>cadrul</w:t>
            </w:r>
            <w:r w:rsidRPr="00D10B9D">
              <w:rPr>
                <w:rFonts w:ascii="Calibri" w:eastAsia="Calibri" w:hAnsi="Calibri" w:cs="Calibri"/>
                <w:spacing w:val="18"/>
              </w:rPr>
              <w:t xml:space="preserve"> </w:t>
            </w:r>
            <w:r w:rsidRPr="00D10B9D">
              <w:rPr>
                <w:rFonts w:ascii="Calibri" w:eastAsia="Calibri" w:hAnsi="Calibri" w:cs="Calibri"/>
              </w:rPr>
              <w:t>Anexei</w:t>
            </w:r>
            <w:r w:rsidRPr="00D10B9D">
              <w:rPr>
                <w:rFonts w:ascii="Calibri" w:eastAsia="Calibri" w:hAnsi="Calibri" w:cs="Calibri"/>
                <w:spacing w:val="20"/>
              </w:rPr>
              <w:t xml:space="preserve"> </w:t>
            </w:r>
            <w:r w:rsidRPr="00D10B9D">
              <w:rPr>
                <w:rFonts w:ascii="Calibri" w:eastAsia="Calibri" w:hAnsi="Calibri" w:cs="Calibri"/>
              </w:rPr>
              <w:t>4</w:t>
            </w:r>
            <w:r w:rsidRPr="00D10B9D">
              <w:rPr>
                <w:rFonts w:ascii="Calibri" w:eastAsia="Calibri" w:hAnsi="Calibri" w:cs="Calibri"/>
                <w:spacing w:val="21"/>
              </w:rPr>
              <w:t xml:space="preserve"> </w:t>
            </w:r>
            <w:r w:rsidRPr="00D10B9D">
              <w:rPr>
                <w:rFonts w:ascii="Calibri" w:eastAsia="Calibri" w:hAnsi="Calibri" w:cs="Calibri"/>
                <w:i/>
              </w:rPr>
              <w:t>Studiul</w:t>
            </w:r>
            <w:r w:rsidRPr="00D10B9D">
              <w:rPr>
                <w:rFonts w:ascii="Calibri" w:eastAsia="Calibri" w:hAnsi="Calibri" w:cs="Calibri"/>
                <w:i/>
                <w:spacing w:val="20"/>
              </w:rPr>
              <w:t xml:space="preserve"> </w:t>
            </w:r>
            <w:r w:rsidRPr="00D10B9D">
              <w:rPr>
                <w:rFonts w:ascii="Calibri" w:eastAsia="Calibri" w:hAnsi="Calibri" w:cs="Calibri"/>
                <w:i/>
              </w:rPr>
              <w:t>de</w:t>
            </w:r>
            <w:r w:rsidRPr="00D10B9D">
              <w:rPr>
                <w:rFonts w:ascii="Calibri" w:eastAsia="Calibri" w:hAnsi="Calibri" w:cs="Calibri"/>
                <w:i/>
                <w:spacing w:val="18"/>
              </w:rPr>
              <w:t xml:space="preserve"> </w:t>
            </w:r>
            <w:r w:rsidRPr="00D10B9D">
              <w:rPr>
                <w:rFonts w:ascii="Calibri" w:eastAsia="Calibri" w:hAnsi="Calibri" w:cs="Calibri"/>
                <w:i/>
              </w:rPr>
              <w:t>Fezabilitate,</w:t>
            </w:r>
            <w:r w:rsidRPr="00D10B9D">
              <w:rPr>
                <w:rFonts w:ascii="Calibri" w:eastAsia="Calibri" w:hAnsi="Calibri" w:cs="Calibri"/>
                <w:i/>
                <w:spacing w:val="24"/>
              </w:rPr>
              <w:t xml:space="preserve"> </w:t>
            </w:r>
            <w:r w:rsidRPr="00D10B9D">
              <w:rPr>
                <w:rFonts w:ascii="Calibri" w:eastAsia="Calibri" w:hAnsi="Calibri" w:cs="Calibri"/>
              </w:rPr>
              <w:t>la</w:t>
            </w:r>
            <w:r w:rsidRPr="00D10B9D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D10B9D">
              <w:rPr>
                <w:rFonts w:ascii="Calibri" w:eastAsia="Calibri" w:hAnsi="Calibri" w:cs="Calibri"/>
              </w:rPr>
              <w:t>HG</w:t>
            </w:r>
            <w:r w:rsidRPr="00D10B9D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D10B9D">
              <w:rPr>
                <w:rFonts w:ascii="Calibri" w:eastAsia="Calibri" w:hAnsi="Calibri" w:cs="Calibri"/>
              </w:rPr>
              <w:t>907/2016</w:t>
            </w:r>
            <w:r w:rsidRPr="00D10B9D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D10B9D">
              <w:rPr>
                <w:rFonts w:ascii="Calibri" w:eastAsia="Calibri" w:hAnsi="Calibri" w:cs="Calibri"/>
              </w:rPr>
              <w:t>completat</w:t>
            </w:r>
            <w:r w:rsidRPr="00D10B9D">
              <w:rPr>
                <w:rFonts w:ascii="Calibri" w:eastAsia="Trebuchet MS" w:hAnsi="Calibri" w:cs="Calibri"/>
                <w:lang w:eastAsia="en-US"/>
              </w:rPr>
              <w:t xml:space="preserve"> cu informatiile </w:t>
            </w:r>
            <w:r w:rsidRPr="00D10B9D">
              <w:rPr>
                <w:rFonts w:ascii="Calibri" w:eastAsia="Trebuchet MS" w:hAnsi="Calibri" w:cs="Calibri"/>
                <w:u w:val="single"/>
                <w:lang w:eastAsia="en-US"/>
              </w:rPr>
              <w:t>aplicabile</w:t>
            </w:r>
            <w:r w:rsidRPr="00D10B9D">
              <w:rPr>
                <w:rFonts w:ascii="Calibri" w:eastAsia="Trebuchet MS" w:hAnsi="Calibri" w:cs="Calibri"/>
                <w:lang w:eastAsia="en-US"/>
              </w:rPr>
              <w:t xml:space="preserve"> din capitolul 7, sectiunea A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 xml:space="preserve">Piese scrise,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din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 xml:space="preserve">cadrul Anexei 5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 xml:space="preserve">Documentatia de avizare a lucrarilor de interventie,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la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HG</w:t>
            </w:r>
            <w:r w:rsidRPr="00D10B9D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907/2016),</w:t>
            </w:r>
            <w:r w:rsidRPr="00D10B9D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fiind</w:t>
            </w:r>
            <w:r w:rsidRPr="00D10B9D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prezentate</w:t>
            </w:r>
            <w:r w:rsidRPr="00D10B9D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urmatoarele</w:t>
            </w:r>
            <w:r w:rsidRPr="00D10B9D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documente:</w:t>
            </w:r>
          </w:p>
          <w:p w:rsidR="00757425" w:rsidRPr="00D10B9D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D10B9D">
              <w:rPr>
                <w:rFonts w:ascii="Calibri" w:eastAsia="Trebuchet MS" w:hAnsi="Calibri" w:cs="Calibri"/>
                <w:lang w:eastAsia="en-US"/>
              </w:rPr>
              <w:t>Certificatul</w:t>
            </w:r>
            <w:r w:rsidRPr="00D10B9D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de</w:t>
            </w:r>
            <w:r w:rsidRPr="00D10B9D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urbanism</w:t>
            </w:r>
            <w:r w:rsidRPr="00D10B9D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emis</w:t>
            </w:r>
            <w:r w:rsidRPr="00D10B9D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în</w:t>
            </w:r>
            <w:r w:rsidRPr="00D10B9D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vederea</w:t>
            </w:r>
            <w:r w:rsidRPr="00D10B9D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obţinerii</w:t>
            </w:r>
            <w:r w:rsidRPr="00D10B9D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autorizaţiei</w:t>
            </w:r>
            <w:r w:rsidRPr="00D10B9D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de</w:t>
            </w:r>
          </w:p>
          <w:p w:rsidR="00757425" w:rsidRPr="00D10B9D" w:rsidRDefault="00757425" w:rsidP="00757425">
            <w:pPr>
              <w:widowControl w:val="0"/>
              <w:suppressAutoHyphens/>
              <w:ind w:left="827"/>
              <w:rPr>
                <w:rFonts w:ascii="Calibri" w:eastAsia="Trebuchet MS" w:hAnsi="Calibri" w:cs="Calibri"/>
                <w:lang w:eastAsia="en-US"/>
              </w:rPr>
            </w:pPr>
            <w:r w:rsidRPr="00D10B9D">
              <w:rPr>
                <w:rFonts w:ascii="Calibri" w:eastAsia="Trebuchet MS" w:hAnsi="Calibri" w:cs="Calibri"/>
                <w:lang w:eastAsia="en-US"/>
              </w:rPr>
              <w:t>construire?</w:t>
            </w:r>
          </w:p>
          <w:p w:rsidR="00757425" w:rsidRPr="00D10B9D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0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D10B9D">
              <w:rPr>
                <w:rFonts w:ascii="Calibri" w:eastAsia="Trebuchet MS" w:hAnsi="Calibri" w:cs="Calibri"/>
                <w:lang w:eastAsia="en-US"/>
              </w:rPr>
              <w:t>Extras de carte funciară, cu excepţia cazurilor speciale, expres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prevăzute de lege?</w:t>
            </w:r>
          </w:p>
          <w:p w:rsidR="00757425" w:rsidRPr="00D10B9D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7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D10B9D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lastRenderedPageBreak/>
              <w:t>protecţia mediului vor face obiectul procedurii de evaluare a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impactului asupra mediului</w:t>
            </w:r>
            <w:r w:rsidRPr="00D10B9D">
              <w:rPr>
                <w:rFonts w:ascii="Calibri" w:eastAsia="Trebuchet MS" w:hAnsi="Calibri" w:cs="Calibri"/>
                <w:lang w:eastAsia="en-US"/>
              </w:rPr>
              <w:t>: Actul administrativ al autorităţii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competente pentru protecţia mediului, măsuri de diminuare a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impactului, măsuri de compensare, modalitatea de integrare a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prevederilor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acordului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de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mediu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în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documentaţia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tehnico-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economică?</w:t>
            </w:r>
          </w:p>
          <w:p w:rsidR="00757425" w:rsidRPr="00D10B9D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9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D10B9D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D10B9D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protecţia</w:t>
            </w:r>
            <w:r w:rsidRPr="00D10B9D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D10B9D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b/>
                <w:i/>
                <w:lang w:eastAsia="en-US"/>
              </w:rPr>
              <w:t>NU</w:t>
            </w:r>
            <w:r w:rsidRPr="00D10B9D">
              <w:rPr>
                <w:rFonts w:ascii="Calibri" w:eastAsia="Trebuchet MS" w:hAnsi="Calibri" w:cs="Calibri"/>
                <w:b/>
                <w:i/>
                <w:spacing w:val="15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vor</w:t>
            </w:r>
            <w:r w:rsidRPr="00D10B9D">
              <w:rPr>
                <w:rFonts w:ascii="Calibri" w:eastAsia="Trebuchet MS" w:hAnsi="Calibri" w:cs="Calibri"/>
                <w:i/>
                <w:spacing w:val="16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face</w:t>
            </w:r>
            <w:r w:rsidRPr="00D10B9D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obiectul</w:t>
            </w:r>
            <w:r w:rsidRPr="00D10B9D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procedurii</w:t>
            </w:r>
            <w:r w:rsidRPr="00D10B9D">
              <w:rPr>
                <w:rFonts w:ascii="Calibri" w:eastAsia="Trebuchet MS" w:hAnsi="Calibri" w:cs="Calibri"/>
                <w:i/>
                <w:spacing w:val="17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D10B9D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evaluare</w:t>
            </w:r>
            <w:r w:rsidRPr="00D10B9D">
              <w:rPr>
                <w:rFonts w:ascii="Calibri" w:eastAsia="Trebuchet MS" w:hAnsi="Calibri" w:cs="Calibri"/>
                <w:i/>
                <w:spacing w:val="-58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a</w:t>
            </w:r>
            <w:r w:rsidRPr="00D10B9D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impactului</w:t>
            </w:r>
            <w:r w:rsidRPr="00D10B9D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asupra</w:t>
            </w:r>
            <w:r w:rsidRPr="00D10B9D">
              <w:rPr>
                <w:rFonts w:ascii="Calibri" w:eastAsia="Trebuchet MS" w:hAnsi="Calibri" w:cs="Calibri"/>
                <w:i/>
                <w:spacing w:val="-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D10B9D">
              <w:rPr>
                <w:rFonts w:ascii="Calibri" w:eastAsia="Trebuchet MS" w:hAnsi="Calibri" w:cs="Calibri"/>
                <w:lang w:eastAsia="en-US"/>
              </w:rPr>
              <w:t>:</w:t>
            </w:r>
            <w:r w:rsidRPr="00D10B9D">
              <w:rPr>
                <w:rFonts w:ascii="Calibri" w:eastAsia="Trebuchet MS" w:hAnsi="Calibri" w:cs="Calibri"/>
                <w:spacing w:val="-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clasarea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notificării</w:t>
            </w:r>
            <w:r w:rsidRPr="00D10B9D">
              <w:rPr>
                <w:rFonts w:ascii="Calibri" w:eastAsia="Trebuchet MS" w:hAnsi="Calibri" w:cs="Calibri"/>
                <w:spacing w:val="2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?</w:t>
            </w:r>
          </w:p>
          <w:p w:rsidR="00757425" w:rsidRPr="00D10B9D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D10B9D">
              <w:rPr>
                <w:rFonts w:ascii="Calibri" w:eastAsia="Trebuchet MS" w:hAnsi="Calibri" w:cs="Calibri"/>
                <w:lang w:eastAsia="en-US"/>
              </w:rPr>
              <w:t>Avize</w:t>
            </w:r>
            <w:r w:rsidRPr="00D10B9D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conforme</w:t>
            </w:r>
            <w:r w:rsidRPr="00D10B9D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privind</w:t>
            </w:r>
            <w:r w:rsidRPr="00D10B9D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asigurarea</w:t>
            </w:r>
            <w:r w:rsidRPr="00D10B9D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utilităţilor?</w:t>
            </w:r>
          </w:p>
          <w:p w:rsidR="00757425" w:rsidRPr="00D10B9D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D10B9D">
              <w:rPr>
                <w:rFonts w:ascii="Calibri" w:eastAsia="Trebuchet MS" w:hAnsi="Calibri" w:cs="Calibri"/>
                <w:lang w:eastAsia="en-US"/>
              </w:rPr>
              <w:t>Studiu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topografic,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vizat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de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către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Oficiul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de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Cadastru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şi</w:t>
            </w:r>
            <w:r w:rsidRPr="00D10B9D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Publicitate</w:t>
            </w:r>
            <w:r w:rsidRPr="00D10B9D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D10B9D">
              <w:rPr>
                <w:rFonts w:ascii="Calibri" w:eastAsia="Trebuchet MS" w:hAnsi="Calibri" w:cs="Calibri"/>
                <w:lang w:eastAsia="en-US"/>
              </w:rPr>
              <w:t>Imobiliară?</w:t>
            </w:r>
          </w:p>
          <w:p w:rsidR="00757425" w:rsidRPr="00D10B9D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D10B9D">
              <w:rPr>
                <w:rFonts w:ascii="Calibri" w:hAnsi="Calibri" w:cs="Calibri"/>
              </w:rPr>
              <w:t>Avize,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acorduri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şi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studii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specifice,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după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caz,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în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funcţie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de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specificul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obiectivului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de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investiţii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şi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care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pot</w:t>
            </w:r>
            <w:r w:rsidRPr="00D10B9D">
              <w:rPr>
                <w:rFonts w:ascii="Calibri" w:hAnsi="Calibri" w:cs="Calibri"/>
                <w:spacing w:val="60"/>
              </w:rPr>
              <w:t xml:space="preserve"> </w:t>
            </w:r>
            <w:r w:rsidRPr="00D10B9D">
              <w:rPr>
                <w:rFonts w:ascii="Calibri" w:hAnsi="Calibri" w:cs="Calibri"/>
              </w:rPr>
              <w:t>condiţiona</w:t>
            </w:r>
            <w:r w:rsidRPr="00D10B9D">
              <w:rPr>
                <w:rFonts w:ascii="Calibri" w:hAnsi="Calibri" w:cs="Calibri"/>
                <w:spacing w:val="1"/>
              </w:rPr>
              <w:t xml:space="preserve"> </w:t>
            </w:r>
            <w:r w:rsidRPr="00D10B9D">
              <w:rPr>
                <w:rFonts w:ascii="Calibri" w:hAnsi="Calibri" w:cs="Calibri"/>
              </w:rPr>
              <w:t>soluţiile</w:t>
            </w:r>
            <w:r w:rsidRPr="00D10B9D">
              <w:rPr>
                <w:rFonts w:ascii="Calibri" w:hAnsi="Calibri" w:cs="Calibri"/>
                <w:spacing w:val="-2"/>
              </w:rPr>
              <w:t xml:space="preserve"> </w:t>
            </w:r>
            <w:r w:rsidRPr="00D10B9D">
              <w:rPr>
                <w:rFonts w:ascii="Calibri" w:hAnsi="Calibri" w:cs="Calibri"/>
              </w:rPr>
              <w:t>tehnice?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Sunt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757425" w:rsidRPr="00D10B9D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4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HG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57425" w:rsidRPr="00D10B9D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informatii despre entitatea responsabila cu implementarea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57425" w:rsidRPr="00D10B9D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(în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luni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ani,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757425" w:rsidRPr="00D10B9D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si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757425" w:rsidRPr="00D10B9D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si 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757425" w:rsidRPr="00D10B9D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concluzii si recomandari, conform precizarilor din capitolul 8, sectiunea A Piese scrise, din cadrul Anexei 4 Studiul de Fezabilitate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D10B9D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1D5E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D10B9D" w:rsidRDefault="00931D5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D10B9D" w:rsidRDefault="00931D5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este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HG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D10B9D">
              <w:rPr>
                <w:rFonts w:ascii="Calibri" w:hAnsi="Calibri" w:cs="Calibri"/>
                <w:i/>
                <w:sz w:val="24"/>
                <w:szCs w:val="24"/>
              </w:rPr>
              <w:t>conținutul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-cadru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D10B9D">
              <w:rPr>
                <w:rFonts w:ascii="Calibri" w:hAnsi="Calibri" w:cs="Calibri"/>
                <w:i/>
                <w:sz w:val="24"/>
                <w:szCs w:val="24"/>
              </w:rPr>
              <w:t>documentațiilor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D10B9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D10B9D">
              <w:rPr>
                <w:rFonts w:ascii="Calibri" w:hAnsi="Calibri" w:cs="Calibri"/>
                <w:i/>
                <w:sz w:val="24"/>
                <w:szCs w:val="24"/>
              </w:rPr>
              <w:t>investiții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D10B9D">
              <w:rPr>
                <w:rFonts w:ascii="Calibri" w:hAnsi="Calibri" w:cs="Calibri"/>
                <w:i/>
                <w:sz w:val="24"/>
                <w:szCs w:val="24"/>
              </w:rPr>
              <w:t>finanțate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5-a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D10B9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6 la</w:t>
            </w:r>
            <w:r w:rsidRPr="00D10B9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HG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931D5E" w:rsidRPr="00D10B9D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7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HG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931D5E" w:rsidRPr="00D10B9D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D10B9D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D10B9D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D10B9D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D10B9D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FA5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D10B9D" w:rsidRDefault="00BD6FA5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D10B9D" w:rsidRDefault="00BD6FA5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Devizele pe Obiect sunt întocmite conform pe modelul din anexa 8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D10B9D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D10B9D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D10B9D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D10B9D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lastRenderedPageBreak/>
              <w:t>caracteristicile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investiții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 mentionate la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 B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D10B9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HG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D10B9D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plan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D10B9D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plan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situaţie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63AF4" w:rsidRPr="00D10B9D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left="82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 xml:space="preserve">planuri generale,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fațade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 şi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secțiuni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 caracteristice de arhitectură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rezistență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funcționale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sau</w:t>
            </w:r>
            <w:r w:rsidRPr="00D10B9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63AF4" w:rsidRPr="00D10B9D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 xml:space="preserve">planuri  </w:t>
            </w:r>
            <w:r w:rsidRPr="00D10B9D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generale,   </w:t>
            </w:r>
            <w:r w:rsidRPr="00D10B9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profile   </w:t>
            </w:r>
            <w:r w:rsidRPr="00D10B9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longitudinale   </w:t>
            </w:r>
            <w:r w:rsidRPr="00D10B9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şi   </w:t>
            </w:r>
            <w:r w:rsidRPr="00D10B9D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transversale</w:t>
            </w:r>
          </w:p>
          <w:p w:rsidR="00163AF4" w:rsidRPr="00D10B9D" w:rsidRDefault="00163AF4" w:rsidP="004654E0">
            <w:pPr>
              <w:pStyle w:val="TableParagraph"/>
              <w:ind w:left="82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D10B9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4654E0">
            <w:pPr>
              <w:pStyle w:val="TableParagraph"/>
              <w:ind w:left="108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planşele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constructia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existentă,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mentionate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B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desenate,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5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Documentatia</w:t>
            </w:r>
            <w:r w:rsidRPr="00D10B9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D10B9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HG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D10B9D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plan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D10B9D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plan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situaţie?</w:t>
            </w:r>
          </w:p>
          <w:p w:rsidR="00163AF4" w:rsidRPr="00D10B9D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releveu</w:t>
            </w:r>
            <w:r w:rsidRPr="00D10B9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arhitectură</w:t>
            </w:r>
            <w:r w:rsidRPr="00D10B9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şi,</w:t>
            </w:r>
            <w:r w:rsidRPr="00D10B9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D10B9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caz,</w:t>
            </w:r>
            <w:r w:rsidRPr="00D10B9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structura</w:t>
            </w:r>
            <w:r w:rsidRPr="00D10B9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instalaţii</w:t>
            </w:r>
            <w:r w:rsidRPr="00D10B9D">
              <w:rPr>
                <w:rFonts w:ascii="Calibri" w:hAnsi="Calibri" w:cs="Calibri"/>
                <w:spacing w:val="2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-</w:t>
            </w:r>
            <w:r w:rsidRPr="00D10B9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planuri,</w:t>
            </w:r>
          </w:p>
          <w:p w:rsidR="00163AF4" w:rsidRPr="00D10B9D" w:rsidRDefault="00163AF4" w:rsidP="004654E0">
            <w:pPr>
              <w:pStyle w:val="TableParagraph"/>
              <w:ind w:left="467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secţiuni,</w:t>
            </w:r>
            <w:r w:rsidRPr="00D10B9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faţade,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cotate?</w:t>
            </w:r>
          </w:p>
          <w:p w:rsidR="00163AF4" w:rsidRPr="00D10B9D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ind w:left="467" w:right="108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planşe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specifice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analiză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sinteză,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cazul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intervenţiilor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pe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monumente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istorice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 zonele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protecţie aferente?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4654E0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D10B9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D10B9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din</w:t>
            </w:r>
            <w:r w:rsidRPr="00D10B9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D10B9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D10B9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D10B9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este</w:t>
            </w:r>
            <w:r w:rsidRPr="00D10B9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un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au fost semnate și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D10B9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cu</w:t>
            </w:r>
            <w:r w:rsidRPr="00D10B9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163AF4" w:rsidRPr="00D10B9D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/</w:t>
            </w:r>
            <w:r w:rsidRPr="00D10B9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163AF4" w:rsidRPr="00D10B9D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left="827" w:right="99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D10B9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cu</w:t>
            </w:r>
            <w:r w:rsidRPr="00D10B9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D10B9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D10B9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cu</w:t>
            </w:r>
            <w:r w:rsidRPr="00D10B9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D10B9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cu</w:t>
            </w:r>
            <w:r w:rsidRPr="00D10B9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D10B9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TNA,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163AF4" w:rsidRPr="00D10B9D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163AF4" w:rsidRPr="00D10B9D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unde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este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163AF4" w:rsidRPr="00D10B9D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1509"/>
                <w:tab w:val="left" w:pos="1981"/>
                <w:tab w:val="left" w:pos="2873"/>
                <w:tab w:val="left" w:pos="3949"/>
                <w:tab w:val="left" w:pos="5804"/>
                <w:tab w:val="left" w:pos="6221"/>
              </w:tabs>
              <w:ind w:left="827" w:right="104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D10B9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D10B9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D10B9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D10B9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Pr="00D10B9D">
              <w:rPr>
                <w:rFonts w:ascii="Calibri" w:hAnsi="Calibri" w:cs="Calibri"/>
                <w:sz w:val="24"/>
                <w:szCs w:val="24"/>
              </w:rPr>
              <w:tab/>
              <w:t>in</w:t>
            </w:r>
            <w:r w:rsidRPr="00D10B9D">
              <w:rPr>
                <w:rFonts w:ascii="Calibri" w:hAnsi="Calibri" w:cs="Calibri"/>
                <w:sz w:val="24"/>
                <w:szCs w:val="24"/>
              </w:rPr>
              <w:tab/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4654E0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Sunt</w:t>
            </w:r>
            <w:r w:rsidRPr="00D10B9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D10B9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D10B9D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D10B9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D10B9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D10B9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D10B9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lor,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este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D10B9D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D10B9D" w:rsidTr="004654E0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 xml:space="preserve">Exista semnatura si stampila (sau varianta electronica a acestora coform prevederi legale) a expertului tehnic atestat MLPAT care a realizat  expertiza pe documentele (scrise si desenate) ale specialitatii de rezistenta pentru partea de DALI? acestea pot fi asimilate cu plansele cu solutia existenta  si solutia  propusa, daca exista, parte a expertizei </w:t>
            </w:r>
            <w:r w:rsidRPr="00D10B9D">
              <w:rPr>
                <w:rFonts w:ascii="Calibri" w:hAnsi="Calibri" w:cs="Calibri"/>
                <w:sz w:val="24"/>
                <w:szCs w:val="24"/>
              </w:rPr>
              <w:lastRenderedPageBreak/>
              <w:t>tehnice. cerinta este formulata in conf cu prevederile HG742 din 2018.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87F85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coform prevederi legale) a verificatorilor de proiecte atestati MLPAT pe documentele (scrise si desenate) alepartii de  DALI si referatele de verificare?  cerinta este formulata in conf cu prevederile HG742 din 2018.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 xml:space="preserve">Există o descriere a lucrărilor de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cu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D10B9D" w:rsidTr="004654E0">
        <w:trPr>
          <w:trHeight w:val="4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</w:rPr>
            </w:pPr>
            <w:r w:rsidRPr="00D10B9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D10B9D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</w:rPr>
            </w:pPr>
            <w:r w:rsidRPr="00D10B9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climatica);</w:t>
            </w:r>
            <w:r w:rsidRPr="00D10B9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D10B9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D10B9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E46395" w:rsidRPr="00D10B9D" w:rsidRDefault="00E46395" w:rsidP="00E46395">
            <w:pPr>
              <w:pStyle w:val="Default"/>
              <w:jc w:val="both"/>
              <w:rPr>
                <w:rFonts w:ascii="Calibri" w:hAnsi="Calibri" w:cs="Calibri"/>
              </w:rPr>
            </w:pPr>
            <w:r w:rsidRPr="00D10B9D">
              <w:rPr>
                <w:rFonts w:ascii="Calibri" w:hAnsi="Calibri" w:cs="Calibri"/>
                <w:b/>
                <w:lang w:val="ro-RO"/>
              </w:rPr>
              <w:t>Se prezinta evaluarea impactului proiectului asupra emisiilor de GES. Dacă p</w:t>
            </w:r>
            <w:r w:rsidRPr="00D10B9D">
              <w:rPr>
                <w:rFonts w:ascii="Calibri" w:hAnsi="Calibri" w:cs="Calibri"/>
                <w:b/>
                <w:u w:val="single"/>
                <w:lang w:val="ro-RO"/>
              </w:rPr>
              <w:t xml:space="preserve">roiectul nu necesită o evaluare </w:t>
            </w:r>
            <w:r w:rsidRPr="00D10B9D">
              <w:rPr>
                <w:rFonts w:ascii="Calibri" w:hAnsi="Calibri" w:cs="Calibri"/>
                <w:b/>
                <w:lang w:val="ro-RO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D10B9D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</w:rPr>
            </w:pPr>
            <w:r w:rsidRPr="00D10B9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D10B9D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D10B9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D10B9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D10B9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E46395" w:rsidRPr="00D10B9D" w:rsidRDefault="00E46395" w:rsidP="00E46395">
            <w:pPr>
              <w:pStyle w:val="Default"/>
              <w:jc w:val="both"/>
              <w:rPr>
                <w:rFonts w:ascii="Calibri" w:hAnsi="Calibri" w:cs="Calibri"/>
              </w:rPr>
            </w:pPr>
            <w:r w:rsidRPr="00D10B9D">
              <w:rPr>
                <w:rFonts w:ascii="Calibri" w:hAnsi="Calibri" w:cs="Calibri"/>
                <w:lang w:val="ro-RO"/>
              </w:rPr>
              <w:t>Pentru  proiectele care  necesită o evaluare a amprentei de carbon, sunt descrise:</w:t>
            </w:r>
          </w:p>
          <w:p w:rsidR="00E46395" w:rsidRPr="00D10B9D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</w:rPr>
            </w:pPr>
            <w:r w:rsidRPr="00D10B9D">
              <w:rPr>
                <w:rFonts w:ascii="Calibri" w:hAnsi="Calibri" w:cs="Calibri"/>
                <w:lang w:val="ro-RO"/>
              </w:rPr>
              <w:t>Integrarea principiilor de eficienta energetica si de reducere a emisiilor in conceperea si proiectarea investiției.</w:t>
            </w:r>
          </w:p>
          <w:p w:rsidR="00E46395" w:rsidRPr="00D10B9D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</w:rPr>
            </w:pPr>
            <w:r w:rsidRPr="00D10B9D">
              <w:rPr>
                <w:rFonts w:ascii="Calibri" w:hAnsi="Calibri" w:cs="Calibri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E46395" w:rsidRPr="00D10B9D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</w:rPr>
            </w:pPr>
            <w:r w:rsidRPr="00D10B9D">
              <w:rPr>
                <w:rFonts w:ascii="Calibri" w:hAnsi="Calibri" w:cs="Calibri"/>
                <w:b/>
                <w:lang w:val="ro-RO"/>
              </w:rPr>
              <w:t>Calcularea valorii monetare a emisiilor pe baza valorilor CO2 aplicabile.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D10B9D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</w:rPr>
            </w:pPr>
            <w:r w:rsidRPr="00D10B9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Pr="00D10B9D">
              <w:rPr>
                <w:rFonts w:ascii="Calibri" w:eastAsia="Calibri" w:hAnsi="Calibri" w:cs="Calibri"/>
                <w:b/>
                <w:color w:val="000000"/>
              </w:rPr>
              <w:tab/>
              <w:t>Faza 1. Examinare/Încadrarea, sunt prezentate:</w:t>
            </w:r>
          </w:p>
          <w:p w:rsidR="00E46395" w:rsidRPr="00D10B9D" w:rsidRDefault="00E46395" w:rsidP="00E46395">
            <w:pPr>
              <w:pStyle w:val="ListParagraph"/>
              <w:numPr>
                <w:ilvl w:val="0"/>
                <w:numId w:val="17"/>
              </w:numPr>
              <w:ind w:left="397" w:hanging="454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10B9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D10B9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D10B9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D10B9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E46395" w:rsidRPr="00D10B9D" w:rsidRDefault="00E46395" w:rsidP="00E46395">
            <w:pPr>
              <w:pStyle w:val="ListParagraph"/>
              <w:numPr>
                <w:ilvl w:val="0"/>
                <w:numId w:val="17"/>
              </w:numPr>
              <w:ind w:left="432" w:hanging="432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10B9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:rsidR="00E46395" w:rsidRPr="00D10B9D" w:rsidRDefault="00E46395" w:rsidP="00E46395">
            <w:pPr>
              <w:pStyle w:val="ListParagraph"/>
              <w:numPr>
                <w:ilvl w:val="0"/>
                <w:numId w:val="17"/>
              </w:numPr>
              <w:tabs>
                <w:tab w:val="left" w:pos="450"/>
              </w:tabs>
              <w:ind w:left="432" w:hanging="432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D10B9D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</w:rPr>
            </w:pPr>
            <w:r w:rsidRPr="00D10B9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climatice);(b)</w:t>
            </w:r>
            <w:r w:rsidRPr="00D10B9D">
              <w:rPr>
                <w:rFonts w:ascii="Calibri" w:eastAsia="Calibri" w:hAnsi="Calibri" w:cs="Calibri"/>
                <w:b/>
                <w:color w:val="000000"/>
              </w:rPr>
              <w:tab/>
              <w:t>Faza 2. Analiza detaliată de risc - Analiza detaliată depinde de rezultatul fazei de examinare, sunt prezentate:</w:t>
            </w:r>
          </w:p>
          <w:p w:rsidR="00E46395" w:rsidRPr="00D10B9D" w:rsidRDefault="00E46395" w:rsidP="004309DB">
            <w:pPr>
              <w:pStyle w:val="ListParagraph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10B9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Probabilitatea( probabilitatea ca riscurile climatice identificate sa aibă loc in timpul duratei de viață a proiectului)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D10B9D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D10B9D" w:rsidTr="004A342B">
        <w:trPr>
          <w:trHeight w:val="464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D10B9D" w:rsidRDefault="00E87F85" w:rsidP="004A342B">
            <w:pPr>
              <w:pStyle w:val="TableParagraph"/>
              <w:ind w:left="425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D10B9D" w:rsidRDefault="00E87F85" w:rsidP="004A342B">
            <w:pPr>
              <w:pStyle w:val="ListParagraph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10B9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E87F85" w:rsidRPr="00D10B9D" w:rsidRDefault="00E87F85" w:rsidP="004A342B">
            <w:pPr>
              <w:pStyle w:val="ListParagraph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10B9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Riscul (identifica riscurile potențiale cele mai semnificative și cele în care </w:t>
            </w:r>
            <w:r w:rsidRPr="00D10B9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trebuie luate măsuri de adaptare)</w:t>
            </w:r>
          </w:p>
          <w:p w:rsidR="00E87F85" w:rsidRPr="00D10B9D" w:rsidRDefault="00E87F85" w:rsidP="004309DB">
            <w:pPr>
              <w:pStyle w:val="ListParagraph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Măsuri de adaptare (Pentru fiecare risc semnificativ identificat, ar trebui evaluate măsuri de adaptare specifice)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D10B9D" w:rsidTr="004A342B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D10B9D" w:rsidRDefault="00E87F85" w:rsidP="004A342B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D10B9D" w:rsidRDefault="00E87F85" w:rsidP="004A342B">
            <w:pPr>
              <w:suppressAutoHyphens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D10B9D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Documentația tehnico-economica </w:t>
            </w:r>
            <w:r w:rsidRPr="00D10B9D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reflecta masurile de imunizare la schimbarile climatice prevazute in raportul intocmit</w:t>
            </w:r>
            <w:r w:rsidRPr="00D10B9D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D10B9D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38135"/>
          </w:tcPr>
          <w:p w:rsidR="00E87F85" w:rsidRPr="00D10B9D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24"/>
                <w:szCs w:val="24"/>
              </w:rPr>
            </w:pPr>
            <w:r w:rsidRPr="00D10B9D"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D10B9D" w:rsidRDefault="00E87F85" w:rsidP="004A342B">
            <w:pPr>
              <w:pStyle w:val="TableParagraph"/>
              <w:spacing w:before="53"/>
              <w:ind w:left="108"/>
              <w:rPr>
                <w:b/>
                <w:sz w:val="24"/>
                <w:szCs w:val="24"/>
              </w:rPr>
            </w:pPr>
            <w:r w:rsidRPr="00D10B9D">
              <w:rPr>
                <w:b/>
                <w:sz w:val="24"/>
                <w:szCs w:val="24"/>
              </w:rPr>
              <w:t>CRITERII</w:t>
            </w:r>
            <w:r w:rsidRPr="00D10B9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b/>
                <w:sz w:val="24"/>
                <w:szCs w:val="24"/>
              </w:rPr>
              <w:t>SPECIFICE</w:t>
            </w:r>
            <w:r w:rsidRPr="00D10B9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b/>
                <w:sz w:val="24"/>
                <w:szCs w:val="24"/>
              </w:rPr>
              <w:t>PRIVIND</w:t>
            </w:r>
            <w:r w:rsidRPr="00D10B9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b/>
                <w:sz w:val="24"/>
                <w:szCs w:val="24"/>
              </w:rPr>
              <w:t>ASPECTELE</w:t>
            </w:r>
            <w:r w:rsidRPr="00D10B9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b/>
                <w:sz w:val="24"/>
                <w:szCs w:val="24"/>
              </w:rPr>
              <w:t>CALITATIVE</w:t>
            </w:r>
            <w:r w:rsidRPr="00D10B9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b/>
                <w:sz w:val="24"/>
                <w:szCs w:val="24"/>
              </w:rPr>
              <w:t>ALE</w:t>
            </w:r>
            <w:r w:rsidRPr="00D10B9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b/>
                <w:sz w:val="24"/>
                <w:szCs w:val="24"/>
              </w:rPr>
              <w:t>S.F.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D10B9D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24"/>
                <w:szCs w:val="24"/>
              </w:rPr>
            </w:pPr>
          </w:p>
        </w:tc>
      </w:tr>
      <w:tr w:rsidR="00E87F85" w:rsidRPr="00D10B9D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 xml:space="preserve">Exista o corespondenta intre obiectele de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investiție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 (inclusiv tipurile 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construcții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 propuse, </w:t>
            </w:r>
            <w:r w:rsidR="004309DB" w:rsidRPr="00D10B9D">
              <w:rPr>
                <w:rFonts w:ascii="Calibri" w:hAnsi="Calibri" w:cs="Calibri"/>
                <w:sz w:val="24"/>
                <w:szCs w:val="24"/>
              </w:rPr>
              <w:t>dotări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, etc.) din cadrul SF si cele descrise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24"/>
                <w:szCs w:val="24"/>
              </w:rPr>
            </w:pPr>
          </w:p>
        </w:tc>
      </w:tr>
      <w:tr w:rsidR="00E87F85" w:rsidRPr="00D10B9D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spacing w:before="55" w:line="276" w:lineRule="auto"/>
              <w:ind w:left="108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specificații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şi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24"/>
                <w:szCs w:val="24"/>
              </w:rPr>
            </w:pPr>
          </w:p>
        </w:tc>
      </w:tr>
      <w:tr w:rsidR="00E87F85" w:rsidRPr="00D10B9D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D10B9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D10B9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D10B9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b/>
                <w:sz w:val="24"/>
                <w:szCs w:val="24"/>
              </w:rPr>
              <w:t>investiției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E87F85" w:rsidRPr="00D10B9D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line="241" w:lineRule="exact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este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cu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cel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D10B9D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53" w:line="218" w:lineRule="auto"/>
              <w:ind w:left="887" w:right="106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este</w:t>
            </w:r>
            <w:r w:rsidRPr="00D10B9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D10B9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D10B9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</w:t>
            </w:r>
            <w:r w:rsidRPr="00D10B9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și</w:t>
            </w:r>
            <w:r w:rsidRPr="00D10B9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D10B9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D10B9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E87F85" w:rsidRPr="00D10B9D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63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ale</w:t>
            </w:r>
            <w:r w:rsidRPr="00D10B9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E87F85" w:rsidRPr="00D10B9D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C73212" w:rsidRPr="00D10B9D">
              <w:rPr>
                <w:rFonts w:ascii="Calibri" w:hAnsi="Calibri" w:cs="Calibri"/>
                <w:i/>
                <w:sz w:val="24"/>
                <w:szCs w:val="24"/>
              </w:rPr>
              <w:t>depăși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 xml:space="preserve"> termenul prevăzut în documentele de programare:</w:t>
            </w:r>
            <w:r w:rsidRPr="00D10B9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i/>
                <w:sz w:val="24"/>
                <w:szCs w:val="24"/>
              </w:rPr>
              <w:t>31.dec.2029</w:t>
            </w:r>
            <w:r w:rsidRPr="00D10B9D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24"/>
                <w:szCs w:val="24"/>
              </w:rPr>
            </w:pPr>
          </w:p>
        </w:tc>
      </w:tr>
      <w:tr w:rsidR="00E87F85" w:rsidRPr="00D10B9D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spacing w:before="53" w:line="276" w:lineRule="auto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 xml:space="preserve">Documentele anexate la cererea de </w:t>
            </w:r>
            <w:r w:rsidR="00C73212" w:rsidRPr="00D10B9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 care demonstraza dreptul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D10B9D">
              <w:rPr>
                <w:rFonts w:ascii="Calibri" w:hAnsi="Calibri" w:cs="Calibri"/>
                <w:sz w:val="24"/>
                <w:szCs w:val="24"/>
              </w:rPr>
              <w:t>lucrările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sunt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D10B9D">
              <w:rPr>
                <w:rFonts w:ascii="Calibri" w:hAnsi="Calibri" w:cs="Calibri"/>
                <w:sz w:val="24"/>
                <w:szCs w:val="24"/>
              </w:rPr>
              <w:t>cuprinzătoare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fata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C73212" w:rsidRPr="00D10B9D">
              <w:rPr>
                <w:rFonts w:ascii="Calibri" w:hAnsi="Calibri" w:cs="Calibri"/>
                <w:sz w:val="24"/>
                <w:szCs w:val="24"/>
              </w:rPr>
              <w:t>intervențiile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fi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prin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24"/>
                <w:szCs w:val="24"/>
              </w:rPr>
            </w:pPr>
          </w:p>
        </w:tc>
      </w:tr>
      <w:tr w:rsidR="00E87F85" w:rsidRPr="00D10B9D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spacing w:before="53" w:line="276" w:lineRule="auto"/>
              <w:ind w:left="108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acestea</w:t>
            </w:r>
            <w:r w:rsidRPr="00D10B9D">
              <w:rPr>
                <w:rFonts w:ascii="Calibri" w:hAnsi="Calibri" w:cs="Calibri"/>
                <w:spacing w:val="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D10B9D" w:rsidRDefault="00C73212" w:rsidP="004A342B">
            <w:pPr>
              <w:pStyle w:val="TableParagraph"/>
              <w:spacing w:before="60" w:line="276" w:lineRule="auto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lastRenderedPageBreak/>
              <w:t>Lucrările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intervenție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 xml:space="preserve"> propuse la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construcțiile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 xml:space="preserve"> existente s-au elaborat</w:t>
            </w:r>
            <w:r w:rsidR="00E87F85"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pe baza concluziilor raportului de expertiză tehnică, si (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după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 xml:space="preserve"> caz) a</w:t>
            </w:r>
            <w:r w:rsidR="00E87F85"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auditului energetic, luându-se în calcul inclusiv scenariul recomandat de</w:t>
            </w:r>
            <w:r w:rsidR="00E87F85"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către</w:t>
            </w:r>
            <w:r w:rsidR="00E87F85"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="00E87F85"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expertizei</w:t>
            </w:r>
            <w:r w:rsidR="00E87F85"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tehnice,</w:t>
            </w:r>
            <w:r w:rsidR="00E87F85"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respectiv</w:t>
            </w:r>
            <w:r w:rsidR="00E87F85"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auditului</w:t>
            </w:r>
            <w:r w:rsidR="00E87F85"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energetic?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24"/>
                <w:szCs w:val="24"/>
              </w:rPr>
            </w:pPr>
          </w:p>
        </w:tc>
      </w:tr>
      <w:tr w:rsidR="00E87F85" w:rsidRPr="00D10B9D" w:rsidTr="004A342B">
        <w:trPr>
          <w:trHeight w:val="1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D10B9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din: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D10B9D" w:rsidTr="004A342B">
        <w:trPr>
          <w:trHeight w:val="2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anexat?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D10B9D" w:rsidTr="004A342B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D10B9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D10B9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D10B9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D10B9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D10B9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D10B9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şi </w:t>
            </w:r>
            <w:r w:rsidRPr="00D10B9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D10B9D" w:rsidTr="004A342B">
        <w:trPr>
          <w:trHeight w:val="24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C73212" w:rsidRPr="00D10B9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D10B9D" w:rsidTr="004A342B">
        <w:trPr>
          <w:trHeight w:val="18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4A342B">
            <w:pPr>
              <w:pStyle w:val="TableParagraph"/>
              <w:ind w:left="360" w:right="205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C73212" w:rsidRPr="00D10B9D">
              <w:rPr>
                <w:rFonts w:ascii="Calibri" w:hAnsi="Calibri" w:cs="Calibri"/>
                <w:sz w:val="24"/>
                <w:szCs w:val="24"/>
              </w:rPr>
              <w:t>utilităților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D10B9D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numPr>
                <w:ilvl w:val="0"/>
                <w:numId w:val="33"/>
              </w:numPr>
              <w:ind w:left="282" w:hanging="28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 xml:space="preserve">Actul administrativ al </w:t>
            </w:r>
            <w:r w:rsidR="00C73212" w:rsidRPr="00D10B9D">
              <w:rPr>
                <w:rFonts w:ascii="Calibri" w:hAnsi="Calibri" w:cs="Calibri"/>
                <w:sz w:val="24"/>
                <w:szCs w:val="24"/>
              </w:rPr>
              <w:t>autorității</w:t>
            </w:r>
            <w:r w:rsidRPr="00D10B9D">
              <w:rPr>
                <w:rFonts w:ascii="Calibri" w:hAnsi="Calibri" w:cs="Calibri"/>
                <w:sz w:val="24"/>
                <w:szCs w:val="24"/>
              </w:rPr>
              <w:t xml:space="preserve"> competente pentru </w:t>
            </w:r>
            <w:r w:rsidR="00C73212" w:rsidRPr="00D10B9D">
              <w:rPr>
                <w:rFonts w:ascii="Calibri" w:hAnsi="Calibri" w:cs="Calibri"/>
                <w:sz w:val="24"/>
                <w:szCs w:val="24"/>
              </w:rPr>
              <w:t>protecția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compensare, modalitatea de  integrare a prevederilor acordului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mediu,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principiu,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C73212" w:rsidRPr="00D10B9D">
              <w:rPr>
                <w:rFonts w:ascii="Calibri" w:hAnsi="Calibri" w:cs="Calibri"/>
                <w:sz w:val="24"/>
                <w:szCs w:val="24"/>
              </w:rPr>
              <w:t>documentația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t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ehnico-economică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D10B9D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la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data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caz,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care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pot</w:t>
            </w:r>
            <w:r w:rsidRPr="00D10B9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D10B9D">
              <w:rPr>
                <w:rFonts w:ascii="Calibri" w:hAnsi="Calibri" w:cs="Calibri"/>
                <w:sz w:val="24"/>
                <w:szCs w:val="24"/>
              </w:rPr>
              <w:t>condiționa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C73212" w:rsidRPr="00D10B9D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D10B9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D10B9D" w:rsidTr="004654E0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C73212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din</w:t>
            </w:r>
            <w:r w:rsidR="00E87F85"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scrise</w:t>
            </w:r>
            <w:r w:rsidR="00E87F85"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sunt</w:t>
            </w:r>
            <w:r w:rsidR="00E87F85"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corelate</w:t>
            </w:r>
            <w:r w:rsidR="00E87F85"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cu</w:t>
            </w:r>
            <w:r w:rsidR="00E87F85"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desenate</w:t>
            </w:r>
            <w:r w:rsidR="00E87F85" w:rsidRPr="00D10B9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D10B9D" w:rsidTr="004654E0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D10B9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D10B9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si Devizele</w:t>
            </w:r>
            <w:r w:rsidRPr="00D10B9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pe</w:t>
            </w:r>
            <w:r w:rsidRPr="00D10B9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D10B9D" w:rsidTr="004654E0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C73212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D10B9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87F85" w:rsidRPr="00D10B9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D10B9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E87F85" w:rsidRPr="00D10B9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D10B9D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324E6E" w:rsidRPr="00D10B9D" w:rsidRDefault="00324E6E" w:rsidP="00324E6E">
      <w:pPr>
        <w:rPr>
          <w:rFonts w:ascii="Calibri" w:hAnsi="Calibri" w:cs="Calibri"/>
        </w:rPr>
      </w:pPr>
    </w:p>
    <w:p w:rsidR="00324E6E" w:rsidRPr="00D10B9D" w:rsidRDefault="00324E6E" w:rsidP="00324E6E">
      <w:pPr>
        <w:ind w:left="831" w:hanging="1398"/>
        <w:rPr>
          <w:rFonts w:ascii="Calibri" w:hAnsi="Calibri" w:cs="Calibri"/>
        </w:rPr>
      </w:pPr>
      <w:r w:rsidRPr="00D10B9D">
        <w:rPr>
          <w:rFonts w:ascii="Calibri" w:hAnsi="Calibri" w:cs="Calibri"/>
        </w:rPr>
        <w:t xml:space="preserve">În cazul bifării cu NU la oricare din criterii proiectul se respinge. </w:t>
      </w:r>
    </w:p>
    <w:p w:rsidR="00324E6E" w:rsidRPr="00D10B9D" w:rsidRDefault="00324E6E" w:rsidP="00324E6E">
      <w:pPr>
        <w:ind w:left="831" w:hanging="1398"/>
        <w:rPr>
          <w:rFonts w:ascii="Calibri" w:hAnsi="Calibri" w:cs="Calibri"/>
        </w:rPr>
      </w:pPr>
    </w:p>
    <w:p w:rsidR="00324E6E" w:rsidRPr="00D10B9D" w:rsidRDefault="00324E6E" w:rsidP="00324E6E">
      <w:pPr>
        <w:ind w:left="-567"/>
        <w:rPr>
          <w:rFonts w:ascii="Calibri" w:hAnsi="Calibri" w:cs="Calibri"/>
        </w:rPr>
      </w:pPr>
      <w:r w:rsidRPr="00D10B9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doua, sau ambele simultan) din cadrul Secțiunii II.</w:t>
      </w:r>
    </w:p>
    <w:sectPr w:rsidR="00324E6E" w:rsidRPr="00D10B9D" w:rsidSect="0018537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CDD" w:rsidRDefault="00A04CDD">
      <w:r>
        <w:separator/>
      </w:r>
    </w:p>
  </w:endnote>
  <w:endnote w:type="continuationSeparator" w:id="0">
    <w:p w:rsidR="00A04CDD" w:rsidRDefault="00A0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9D1BE7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9D1BE7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CDD" w:rsidRDefault="00A04CDD">
      <w:r>
        <w:separator/>
      </w:r>
    </w:p>
  </w:footnote>
  <w:footnote w:type="continuationSeparator" w:id="0">
    <w:p w:rsidR="00A04CDD" w:rsidRDefault="00A04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76B" w:rsidRPr="006F276B" w:rsidRDefault="009D1BE7" w:rsidP="006F276B">
    <w:pPr>
      <w:spacing w:line="330" w:lineRule="auto"/>
      <w:rPr>
        <w:rFonts w:ascii="Calibri" w:hAnsi="Calibri"/>
        <w:sz w:val="22"/>
        <w:szCs w:val="22"/>
      </w:rPr>
    </w:pPr>
    <w:r w:rsidRPr="006F276B">
      <w:rPr>
        <w:rFonts w:ascii="Calibri" w:hAnsi="Calibri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76B" w:rsidRDefault="006F276B" w:rsidP="006F276B">
                            <w:pPr>
                              <w:spacing w:line="330" w:lineRule="auto"/>
                            </w:pPr>
                          </w:p>
                          <w:p w:rsidR="006F276B" w:rsidRPr="00851382" w:rsidRDefault="006F276B" w:rsidP="006F276B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Ba&#10;BKr4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6F276B" w:rsidRDefault="006F276B" w:rsidP="006F276B">
                      <w:pPr>
                        <w:spacing w:line="330" w:lineRule="auto"/>
                      </w:pPr>
                    </w:p>
                    <w:p w:rsidR="006F276B" w:rsidRPr="00851382" w:rsidRDefault="006F276B" w:rsidP="006F276B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6F276B" w:rsidRPr="006F276B">
      <w:rPr>
        <w:rFonts w:ascii="Calibri" w:hAnsi="Calibri"/>
        <w:color w:val="999999"/>
        <w:sz w:val="22"/>
        <w:szCs w:val="22"/>
      </w:rPr>
      <w:t xml:space="preserve">Pagina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PAGE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6F276B" w:rsidRPr="006F276B">
      <w:rPr>
        <w:rFonts w:ascii="Calibri" w:hAnsi="Calibri"/>
        <w:color w:val="999999"/>
        <w:sz w:val="22"/>
        <w:szCs w:val="22"/>
      </w:rPr>
      <w:t>2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color w:val="999999"/>
        <w:sz w:val="22"/>
        <w:szCs w:val="22"/>
      </w:rPr>
      <w:t xml:space="preserve"> din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NUMPAGES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6F276B" w:rsidRPr="006F276B">
      <w:rPr>
        <w:rFonts w:ascii="Calibri" w:hAnsi="Calibri"/>
        <w:color w:val="999999"/>
        <w:sz w:val="22"/>
        <w:szCs w:val="22"/>
      </w:rPr>
      <w:t>2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sz w:val="22"/>
        <w:szCs w:val="22"/>
      </w:rPr>
      <w:t xml:space="preserve">  </w:t>
    </w:r>
    <w:r w:rsidR="006F276B"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</w:t>
    </w:r>
    <w:r w:rsidR="006F276B" w:rsidRPr="006F276B">
      <w:rPr>
        <w:rFonts w:ascii="Calibri" w:hAnsi="Calibri"/>
        <w:color w:val="808080"/>
        <w:spacing w:val="20"/>
        <w:sz w:val="22"/>
        <w:szCs w:val="22"/>
      </w:rPr>
      <w:t>ADR CENTRU</w:t>
    </w:r>
  </w:p>
  <w:p w:rsidR="006F276B" w:rsidRPr="00851382" w:rsidRDefault="006F276B" w:rsidP="006F276B">
    <w:pPr>
      <w:pStyle w:val="Header"/>
      <w:rPr>
        <w:color w:val="99999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37E" w:rsidRDefault="009D1BE7" w:rsidP="0018537E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37E">
      <w:t xml:space="preserve">   </w:t>
    </w:r>
    <w:r w:rsidR="0018537E">
      <w:tab/>
    </w:r>
  </w:p>
  <w:p w:rsidR="0018537E" w:rsidRDefault="00185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7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-359"/>
        </w:tabs>
        <w:ind w:left="46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359"/>
        </w:tabs>
        <w:ind w:left="1058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359"/>
        </w:tabs>
        <w:ind w:left="1656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359"/>
        </w:tabs>
        <w:ind w:left="2253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359"/>
        </w:tabs>
        <w:ind w:left="285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359"/>
        </w:tabs>
        <w:ind w:left="344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359"/>
        </w:tabs>
        <w:ind w:left="404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359"/>
        </w:tabs>
        <w:ind w:left="464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359"/>
        </w:tabs>
        <w:ind w:left="524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0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"/>
  </w:num>
  <w:num w:numId="7">
    <w:abstractNumId w:val="22"/>
  </w:num>
  <w:num w:numId="8">
    <w:abstractNumId w:val="19"/>
  </w:num>
  <w:num w:numId="9">
    <w:abstractNumId w:val="30"/>
  </w:num>
  <w:num w:numId="10">
    <w:abstractNumId w:val="0"/>
  </w:num>
  <w:num w:numId="11">
    <w:abstractNumId w:val="15"/>
  </w:num>
  <w:num w:numId="12">
    <w:abstractNumId w:val="11"/>
  </w:num>
  <w:num w:numId="13">
    <w:abstractNumId w:val="17"/>
  </w:num>
  <w:num w:numId="14">
    <w:abstractNumId w:val="14"/>
  </w:num>
  <w:num w:numId="15">
    <w:abstractNumId w:val="27"/>
  </w:num>
  <w:num w:numId="16">
    <w:abstractNumId w:val="18"/>
  </w:num>
  <w:num w:numId="17">
    <w:abstractNumId w:val="5"/>
  </w:num>
  <w:num w:numId="18">
    <w:abstractNumId w:val="26"/>
  </w:num>
  <w:num w:numId="19">
    <w:abstractNumId w:val="31"/>
  </w:num>
  <w:num w:numId="20">
    <w:abstractNumId w:val="25"/>
  </w:num>
  <w:num w:numId="21">
    <w:abstractNumId w:val="21"/>
  </w:num>
  <w:num w:numId="22">
    <w:abstractNumId w:val="16"/>
  </w:num>
  <w:num w:numId="23">
    <w:abstractNumId w:val="20"/>
  </w:num>
  <w:num w:numId="24">
    <w:abstractNumId w:val="12"/>
  </w:num>
  <w:num w:numId="25">
    <w:abstractNumId w:val="24"/>
  </w:num>
  <w:num w:numId="26">
    <w:abstractNumId w:val="8"/>
  </w:num>
  <w:num w:numId="27">
    <w:abstractNumId w:val="28"/>
  </w:num>
  <w:num w:numId="28">
    <w:abstractNumId w:val="29"/>
  </w:num>
  <w:num w:numId="29">
    <w:abstractNumId w:val="6"/>
  </w:num>
  <w:num w:numId="30">
    <w:abstractNumId w:val="4"/>
  </w:num>
  <w:num w:numId="31">
    <w:abstractNumId w:val="1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  <o:shapelayout v:ext="edit">
      <o:rules v:ext="edit">
        <o:r id="V:Rule1" type="connector" idref="#Line 1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95D5B"/>
    <w:rsid w:val="000B6659"/>
    <w:rsid w:val="000C2AAE"/>
    <w:rsid w:val="001175F2"/>
    <w:rsid w:val="00134DEE"/>
    <w:rsid w:val="001357F6"/>
    <w:rsid w:val="00144BFD"/>
    <w:rsid w:val="00163AF4"/>
    <w:rsid w:val="001679F8"/>
    <w:rsid w:val="001726E9"/>
    <w:rsid w:val="0018537E"/>
    <w:rsid w:val="001A637E"/>
    <w:rsid w:val="001D40CB"/>
    <w:rsid w:val="001D7627"/>
    <w:rsid w:val="001E7798"/>
    <w:rsid w:val="00275DCC"/>
    <w:rsid w:val="002A0DBC"/>
    <w:rsid w:val="002B3BB9"/>
    <w:rsid w:val="002E07E9"/>
    <w:rsid w:val="002F1246"/>
    <w:rsid w:val="003221D7"/>
    <w:rsid w:val="00324E6E"/>
    <w:rsid w:val="00351F71"/>
    <w:rsid w:val="00353C41"/>
    <w:rsid w:val="00362E1D"/>
    <w:rsid w:val="00373F0D"/>
    <w:rsid w:val="00376CFE"/>
    <w:rsid w:val="00381D3E"/>
    <w:rsid w:val="00385A87"/>
    <w:rsid w:val="00385DE3"/>
    <w:rsid w:val="0038681F"/>
    <w:rsid w:val="003E2E03"/>
    <w:rsid w:val="003F4311"/>
    <w:rsid w:val="004309DB"/>
    <w:rsid w:val="004654E0"/>
    <w:rsid w:val="00474F02"/>
    <w:rsid w:val="004A342B"/>
    <w:rsid w:val="004C10CA"/>
    <w:rsid w:val="00507932"/>
    <w:rsid w:val="00523BEA"/>
    <w:rsid w:val="0055238C"/>
    <w:rsid w:val="005705BF"/>
    <w:rsid w:val="005943DA"/>
    <w:rsid w:val="005A6B00"/>
    <w:rsid w:val="005B3077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D7C41"/>
    <w:rsid w:val="006F276B"/>
    <w:rsid w:val="0071191E"/>
    <w:rsid w:val="007209E0"/>
    <w:rsid w:val="00744EC4"/>
    <w:rsid w:val="00754551"/>
    <w:rsid w:val="00757425"/>
    <w:rsid w:val="00776028"/>
    <w:rsid w:val="007A69A6"/>
    <w:rsid w:val="007C403D"/>
    <w:rsid w:val="00847A4B"/>
    <w:rsid w:val="00851382"/>
    <w:rsid w:val="00861926"/>
    <w:rsid w:val="0088290B"/>
    <w:rsid w:val="008B3D4E"/>
    <w:rsid w:val="008C26CE"/>
    <w:rsid w:val="008E7688"/>
    <w:rsid w:val="00907D45"/>
    <w:rsid w:val="00931D5E"/>
    <w:rsid w:val="00935472"/>
    <w:rsid w:val="00936CF8"/>
    <w:rsid w:val="00937E7C"/>
    <w:rsid w:val="0095716B"/>
    <w:rsid w:val="009C6F66"/>
    <w:rsid w:val="009D1BE7"/>
    <w:rsid w:val="009F711B"/>
    <w:rsid w:val="00A04CDD"/>
    <w:rsid w:val="00A46082"/>
    <w:rsid w:val="00AC3124"/>
    <w:rsid w:val="00AE4990"/>
    <w:rsid w:val="00AF0DE7"/>
    <w:rsid w:val="00B15233"/>
    <w:rsid w:val="00B81BF6"/>
    <w:rsid w:val="00BB1052"/>
    <w:rsid w:val="00BD3175"/>
    <w:rsid w:val="00BD6FA5"/>
    <w:rsid w:val="00BF0D73"/>
    <w:rsid w:val="00C05C7A"/>
    <w:rsid w:val="00C46F48"/>
    <w:rsid w:val="00C564B2"/>
    <w:rsid w:val="00C66FC3"/>
    <w:rsid w:val="00C72D22"/>
    <w:rsid w:val="00C73212"/>
    <w:rsid w:val="00C82AD1"/>
    <w:rsid w:val="00C916A3"/>
    <w:rsid w:val="00CC6C98"/>
    <w:rsid w:val="00CE4F1E"/>
    <w:rsid w:val="00D01958"/>
    <w:rsid w:val="00D10B9D"/>
    <w:rsid w:val="00D22014"/>
    <w:rsid w:val="00D251CC"/>
    <w:rsid w:val="00D344D3"/>
    <w:rsid w:val="00D368D4"/>
    <w:rsid w:val="00D546B8"/>
    <w:rsid w:val="00D94812"/>
    <w:rsid w:val="00D96085"/>
    <w:rsid w:val="00DD113C"/>
    <w:rsid w:val="00E212FE"/>
    <w:rsid w:val="00E32BBC"/>
    <w:rsid w:val="00E46395"/>
    <w:rsid w:val="00E615D2"/>
    <w:rsid w:val="00E753B1"/>
    <w:rsid w:val="00E87F85"/>
    <w:rsid w:val="00EB7F6D"/>
    <w:rsid w:val="00EC67EE"/>
    <w:rsid w:val="00ED5174"/>
    <w:rsid w:val="00EF6CD7"/>
    <w:rsid w:val="00F12E7F"/>
    <w:rsid w:val="00F167CD"/>
    <w:rsid w:val="00F33EB7"/>
    <w:rsid w:val="00F5775A"/>
    <w:rsid w:val="00F97AE0"/>
    <w:rsid w:val="00FD2955"/>
    <w:rsid w:val="00FD5429"/>
    <w:rsid w:val="00FD6C8E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2548564-EF9B-4979-A5C1-97A37BAC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6F276B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4C312-AD6E-45E7-A292-87E14D218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9</Pages>
  <Words>2947</Words>
  <Characters>17099</Characters>
  <Application>Microsoft Office Word</Application>
  <DocSecurity>0</DocSecurity>
  <Lines>142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20006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2023-08-02T14:05:00Z</dcterms:created>
  <dcterms:modified xsi:type="dcterms:W3CDTF">2023-08-02T14:05:00Z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1dcf0d0e1804adb621e792ff80ad1882097e26aedd2bf47f81e277e4254feb76</vt:lpwstr>
  </property>
</Properties>
</file>